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78EA2000" w:rsidR="00421E32" w:rsidRPr="007F3777" w:rsidRDefault="00EF44EF" w:rsidP="00EF44EF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ab/>
      </w:r>
      <w:r w:rsidR="005F009C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tab/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789CFEEB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FF27DD">
        <w:rPr>
          <w:b/>
          <w:lang w:val="en-GB"/>
        </w:rPr>
        <w:t xml:space="preserve"> 27-G013-25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2"/>
        <w:gridCol w:w="1847"/>
        <w:gridCol w:w="3644"/>
      </w:tblGrid>
      <w:tr w:rsidR="00B0293A" w:rsidRPr="00A33618" w14:paraId="07FCC147" w14:textId="77777777" w:rsidTr="00C410B3">
        <w:tc>
          <w:tcPr>
            <w:tcW w:w="4102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1847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3644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C410B3">
        <w:tc>
          <w:tcPr>
            <w:tcW w:w="4102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1847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0710C066" w14:textId="55100E7C" w:rsidR="00B0293A" w:rsidRPr="00133180" w:rsidRDefault="00FF27DD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="003103D0" w:rsidRPr="00133180">
              <w:rPr>
                <w:rFonts w:ascii="Calibri" w:hAnsi="Calibri"/>
                <w:szCs w:val="20"/>
              </w:rPr>
              <w:t>/</w:t>
            </w:r>
            <w:r w:rsidR="00BA042A" w:rsidRPr="00133180">
              <w:rPr>
                <w:rFonts w:ascii="Calibri" w:hAnsi="Calibri"/>
                <w:szCs w:val="20"/>
              </w:rPr>
              <w:t>02</w:t>
            </w:r>
            <w:r w:rsidR="003C0ADD" w:rsidRPr="00133180">
              <w:rPr>
                <w:rFonts w:ascii="Calibri" w:hAnsi="Calibri"/>
                <w:szCs w:val="20"/>
              </w:rPr>
              <w:t>/202</w:t>
            </w:r>
            <w:r w:rsidR="00B860B8" w:rsidRPr="00133180">
              <w:rPr>
                <w:rFonts w:ascii="Calibri" w:hAnsi="Calibri"/>
                <w:szCs w:val="20"/>
              </w:rPr>
              <w:t>5</w:t>
            </w:r>
            <w:r w:rsidR="00BA042A" w:rsidRPr="00133180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B0293A" w:rsidRPr="00A33618" w14:paraId="4D9567D4" w14:textId="77777777" w:rsidTr="00C410B3">
        <w:tc>
          <w:tcPr>
            <w:tcW w:w="4102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1847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5089B299" w14:textId="55EDDFE8" w:rsidR="00B0293A" w:rsidRPr="00133180" w:rsidRDefault="00FF27DD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11/03/2025</w:t>
            </w:r>
          </w:p>
        </w:tc>
      </w:tr>
      <w:tr w:rsidR="00B0293A" w:rsidRPr="00A33618" w14:paraId="2E8E3BDC" w14:textId="77777777" w:rsidTr="00C410B3">
        <w:tc>
          <w:tcPr>
            <w:tcW w:w="4102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1847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4B0F8C82" w14:textId="1244012D" w:rsidR="00B0293A" w:rsidRPr="00133180" w:rsidRDefault="00FF27D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13/03/2025</w:t>
            </w:r>
          </w:p>
        </w:tc>
      </w:tr>
      <w:tr w:rsidR="00B0293A" w:rsidRPr="00A33618" w14:paraId="3D3C37BA" w14:textId="77777777" w:rsidTr="00C410B3">
        <w:tc>
          <w:tcPr>
            <w:tcW w:w="4102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1847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64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1E565887" w:rsidR="00B0293A" w:rsidRPr="00133180" w:rsidRDefault="00BA042A" w:rsidP="00D719B3">
            <w:pPr>
              <w:rPr>
                <w:rFonts w:ascii="Calibri" w:hAnsi="Calibri"/>
                <w:szCs w:val="20"/>
              </w:rPr>
            </w:pPr>
            <w:r w:rsidRPr="00133180">
              <w:rPr>
                <w:rFonts w:ascii="Calibri" w:hAnsi="Calibri"/>
                <w:szCs w:val="20"/>
              </w:rPr>
              <w:t>1</w:t>
            </w:r>
            <w:r w:rsidR="00FF27DD">
              <w:rPr>
                <w:rFonts w:ascii="Calibri" w:hAnsi="Calibri"/>
                <w:szCs w:val="20"/>
              </w:rPr>
              <w:t>8/03/2025</w:t>
            </w:r>
          </w:p>
        </w:tc>
      </w:tr>
      <w:tr w:rsidR="00B0293A" w:rsidRPr="00A33618" w14:paraId="1D91F0FB" w14:textId="77777777" w:rsidTr="00C410B3">
        <w:tc>
          <w:tcPr>
            <w:tcW w:w="4102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1847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1E8CE09F" w14:textId="16FBBAC8" w:rsidR="00B0293A" w:rsidRPr="00133180" w:rsidRDefault="00BA042A" w:rsidP="00B0293A">
            <w:pPr>
              <w:rPr>
                <w:rFonts w:ascii="Calibri" w:hAnsi="Calibri"/>
                <w:szCs w:val="20"/>
              </w:rPr>
            </w:pPr>
            <w:r w:rsidRPr="00133180">
              <w:rPr>
                <w:rFonts w:ascii="Calibri" w:hAnsi="Calibri"/>
                <w:szCs w:val="20"/>
              </w:rPr>
              <w:t>1</w:t>
            </w:r>
            <w:r w:rsidR="00490020">
              <w:rPr>
                <w:rFonts w:ascii="Calibri" w:hAnsi="Calibri"/>
                <w:szCs w:val="20"/>
              </w:rPr>
              <w:t>9</w:t>
            </w:r>
            <w:r w:rsidR="001B02F4" w:rsidRPr="00133180">
              <w:rPr>
                <w:rFonts w:ascii="Calibri" w:hAnsi="Calibri"/>
                <w:szCs w:val="20"/>
              </w:rPr>
              <w:t>/</w:t>
            </w:r>
            <w:r w:rsidRPr="00133180">
              <w:rPr>
                <w:rFonts w:ascii="Calibri" w:hAnsi="Calibri"/>
                <w:szCs w:val="20"/>
              </w:rPr>
              <w:t>03</w:t>
            </w:r>
            <w:r w:rsidR="001B02F4" w:rsidRPr="00133180">
              <w:rPr>
                <w:rFonts w:ascii="Calibri" w:hAnsi="Calibri"/>
                <w:szCs w:val="20"/>
              </w:rPr>
              <w:t>/202</w:t>
            </w:r>
            <w:r w:rsidRPr="00133180"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5319267B" w14:textId="77777777" w:rsidTr="00C410B3">
        <w:tc>
          <w:tcPr>
            <w:tcW w:w="4102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1847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1449178D" w14:textId="5A964E89" w:rsidR="00B0293A" w:rsidRPr="00133180" w:rsidRDefault="0049002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="001B02F4" w:rsidRPr="00133180">
              <w:rPr>
                <w:rFonts w:ascii="Calibri" w:hAnsi="Calibri"/>
                <w:szCs w:val="20"/>
              </w:rPr>
              <w:t>/</w:t>
            </w:r>
            <w:r w:rsidR="00BA042A" w:rsidRPr="00133180">
              <w:rPr>
                <w:rFonts w:ascii="Calibri" w:hAnsi="Calibri"/>
                <w:szCs w:val="20"/>
              </w:rPr>
              <w:t>03</w:t>
            </w:r>
            <w:r w:rsidR="001B02F4" w:rsidRPr="00133180">
              <w:rPr>
                <w:rFonts w:ascii="Calibri" w:hAnsi="Calibri"/>
                <w:szCs w:val="20"/>
              </w:rPr>
              <w:t>/202</w:t>
            </w:r>
            <w:r w:rsidR="00BA042A" w:rsidRPr="00133180"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603C6C3A" w14:textId="77777777" w:rsidTr="00C410B3">
        <w:tc>
          <w:tcPr>
            <w:tcW w:w="4102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1847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02ADCA74" w14:textId="0D0D2EA4" w:rsidR="00B0293A" w:rsidRPr="00133180" w:rsidRDefault="0049002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</w:t>
            </w:r>
            <w:r w:rsidR="003B25B7" w:rsidRPr="00133180">
              <w:rPr>
                <w:rFonts w:ascii="Calibri" w:hAnsi="Calibri"/>
                <w:szCs w:val="20"/>
              </w:rPr>
              <w:t>/</w:t>
            </w:r>
            <w:r w:rsidR="00BA042A" w:rsidRPr="00133180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4</w:t>
            </w:r>
            <w:r w:rsidR="003B25B7" w:rsidRPr="00133180">
              <w:rPr>
                <w:rFonts w:ascii="Calibri" w:hAnsi="Calibri"/>
                <w:szCs w:val="20"/>
              </w:rPr>
              <w:t>/202</w:t>
            </w:r>
            <w:r w:rsidR="00BA042A" w:rsidRPr="00133180"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405F2EC0" w14:textId="77777777" w:rsidTr="00C410B3">
        <w:tc>
          <w:tcPr>
            <w:tcW w:w="4102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1847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6783A509" w14:textId="761513B4" w:rsidR="00B0293A" w:rsidRPr="00133180" w:rsidRDefault="0049002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</w:t>
            </w:r>
            <w:r w:rsidR="001B02F4" w:rsidRPr="00133180">
              <w:rPr>
                <w:rFonts w:ascii="Calibri" w:hAnsi="Calibri"/>
                <w:szCs w:val="20"/>
              </w:rPr>
              <w:t>/</w:t>
            </w:r>
            <w:r w:rsidR="00BA042A" w:rsidRPr="00133180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4</w:t>
            </w:r>
            <w:r w:rsidR="001B02F4" w:rsidRPr="00133180">
              <w:rPr>
                <w:rFonts w:ascii="Calibri" w:hAnsi="Calibri"/>
                <w:szCs w:val="20"/>
              </w:rPr>
              <w:t>/202</w:t>
            </w:r>
            <w:r w:rsidR="00BA042A" w:rsidRPr="00133180"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169855ED" w14:textId="77777777" w:rsidTr="00C410B3">
        <w:tc>
          <w:tcPr>
            <w:tcW w:w="4102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1847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48C3B234" w14:textId="05ACAB69" w:rsidR="00B0293A" w:rsidRPr="00133180" w:rsidRDefault="0049002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</w:t>
            </w:r>
            <w:r w:rsidR="001B02F4" w:rsidRPr="00133180">
              <w:rPr>
                <w:rFonts w:ascii="Calibri" w:hAnsi="Calibri"/>
                <w:szCs w:val="20"/>
              </w:rPr>
              <w:t>/</w:t>
            </w:r>
            <w:r w:rsidR="00BA042A" w:rsidRPr="00133180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4</w:t>
            </w:r>
            <w:r w:rsidR="001B02F4" w:rsidRPr="00133180">
              <w:rPr>
                <w:rFonts w:ascii="Calibri" w:hAnsi="Calibri"/>
                <w:szCs w:val="20"/>
              </w:rPr>
              <w:t>/202</w:t>
            </w:r>
            <w:r w:rsidR="00BA042A" w:rsidRPr="00133180">
              <w:rPr>
                <w:rFonts w:ascii="Calibri" w:hAnsi="Calibri"/>
                <w:szCs w:val="20"/>
              </w:rPr>
              <w:t>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5AC46" w14:textId="77777777" w:rsidR="008E19BE" w:rsidRDefault="008E19BE">
      <w:r>
        <w:separator/>
      </w:r>
    </w:p>
  </w:endnote>
  <w:endnote w:type="continuationSeparator" w:id="0">
    <w:p w14:paraId="34830684" w14:textId="77777777" w:rsidR="008E19BE" w:rsidRDefault="008E19BE">
      <w:r>
        <w:continuationSeparator/>
      </w:r>
    </w:p>
  </w:endnote>
  <w:endnote w:type="continuationNotice" w:id="1">
    <w:p w14:paraId="3E9E0BE4" w14:textId="77777777" w:rsidR="008E19BE" w:rsidRDefault="008E19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7B17233A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F27DD">
      <w:rPr>
        <w:noProof/>
      </w:rPr>
      <w:t>2025-02-17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244DF" w14:textId="77777777" w:rsidR="008E19BE" w:rsidRDefault="008E19BE">
      <w:r>
        <w:separator/>
      </w:r>
    </w:p>
  </w:footnote>
  <w:footnote w:type="continuationSeparator" w:id="0">
    <w:p w14:paraId="7E714610" w14:textId="77777777" w:rsidR="008E19BE" w:rsidRDefault="008E19BE">
      <w:r>
        <w:continuationSeparator/>
      </w:r>
    </w:p>
  </w:footnote>
  <w:footnote w:type="continuationNotice" w:id="1">
    <w:p w14:paraId="5BFCBCE3" w14:textId="77777777" w:rsidR="008E19BE" w:rsidRDefault="008E19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4F47F454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278857">
    <w:abstractNumId w:val="1"/>
  </w:num>
  <w:num w:numId="2" w16cid:durableId="1117018839">
    <w:abstractNumId w:val="10"/>
  </w:num>
  <w:num w:numId="3" w16cid:durableId="1193615602">
    <w:abstractNumId w:val="11"/>
  </w:num>
  <w:num w:numId="4" w16cid:durableId="626156557">
    <w:abstractNumId w:val="4"/>
  </w:num>
  <w:num w:numId="5" w16cid:durableId="1971548429">
    <w:abstractNumId w:val="3"/>
  </w:num>
  <w:num w:numId="6" w16cid:durableId="304437182">
    <w:abstractNumId w:val="7"/>
  </w:num>
  <w:num w:numId="7" w16cid:durableId="1247766326">
    <w:abstractNumId w:val="5"/>
  </w:num>
  <w:num w:numId="8" w16cid:durableId="1181623758">
    <w:abstractNumId w:val="9"/>
  </w:num>
  <w:num w:numId="9" w16cid:durableId="1906913231">
    <w:abstractNumId w:val="0"/>
  </w:num>
  <w:num w:numId="10" w16cid:durableId="756294516">
    <w:abstractNumId w:val="8"/>
  </w:num>
  <w:num w:numId="11" w16cid:durableId="2103867130">
    <w:abstractNumId w:val="2"/>
  </w:num>
  <w:num w:numId="12" w16cid:durableId="483661693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003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E4CAD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180"/>
    <w:rsid w:val="0013394E"/>
    <w:rsid w:val="00133C7F"/>
    <w:rsid w:val="00133D55"/>
    <w:rsid w:val="00135CE6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3C4"/>
    <w:rsid w:val="00190CB6"/>
    <w:rsid w:val="00191300"/>
    <w:rsid w:val="0019215F"/>
    <w:rsid w:val="001922EC"/>
    <w:rsid w:val="001943BC"/>
    <w:rsid w:val="001949C3"/>
    <w:rsid w:val="00194F73"/>
    <w:rsid w:val="00195627"/>
    <w:rsid w:val="00196150"/>
    <w:rsid w:val="00196A90"/>
    <w:rsid w:val="0019731E"/>
    <w:rsid w:val="001A10C5"/>
    <w:rsid w:val="001B02F4"/>
    <w:rsid w:val="001B2828"/>
    <w:rsid w:val="001B28AC"/>
    <w:rsid w:val="001B54D2"/>
    <w:rsid w:val="001B6479"/>
    <w:rsid w:val="001B6E4F"/>
    <w:rsid w:val="001C130E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142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3D0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3ED9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313"/>
    <w:rsid w:val="003A3A02"/>
    <w:rsid w:val="003A4568"/>
    <w:rsid w:val="003A4940"/>
    <w:rsid w:val="003A4CE4"/>
    <w:rsid w:val="003A53B1"/>
    <w:rsid w:val="003A60EC"/>
    <w:rsid w:val="003A7FB9"/>
    <w:rsid w:val="003B0174"/>
    <w:rsid w:val="003B0B3C"/>
    <w:rsid w:val="003B0B57"/>
    <w:rsid w:val="003B13B4"/>
    <w:rsid w:val="003B25B7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0AD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5EC"/>
    <w:rsid w:val="00421E32"/>
    <w:rsid w:val="00422078"/>
    <w:rsid w:val="0042253B"/>
    <w:rsid w:val="00422A63"/>
    <w:rsid w:val="0042314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0653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559"/>
    <w:rsid w:val="00484798"/>
    <w:rsid w:val="00484B87"/>
    <w:rsid w:val="00485B53"/>
    <w:rsid w:val="00485C03"/>
    <w:rsid w:val="00486328"/>
    <w:rsid w:val="004878F3"/>
    <w:rsid w:val="00487F5F"/>
    <w:rsid w:val="00490020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C4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67A36"/>
    <w:rsid w:val="00571257"/>
    <w:rsid w:val="00571730"/>
    <w:rsid w:val="005718DF"/>
    <w:rsid w:val="005734D8"/>
    <w:rsid w:val="00573E62"/>
    <w:rsid w:val="005766C4"/>
    <w:rsid w:val="00576A16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0817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A29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5BC1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044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A24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12BC"/>
    <w:rsid w:val="0084262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1FB3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185C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9BE"/>
    <w:rsid w:val="008E2243"/>
    <w:rsid w:val="008E23B9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4F8C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43A2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4384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1DF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4B5F"/>
    <w:rsid w:val="00A264F7"/>
    <w:rsid w:val="00A31AAF"/>
    <w:rsid w:val="00A31E49"/>
    <w:rsid w:val="00A34BCE"/>
    <w:rsid w:val="00A34D6D"/>
    <w:rsid w:val="00A3777A"/>
    <w:rsid w:val="00A37B29"/>
    <w:rsid w:val="00A37C06"/>
    <w:rsid w:val="00A40C23"/>
    <w:rsid w:val="00A41E0B"/>
    <w:rsid w:val="00A4210D"/>
    <w:rsid w:val="00A43FA3"/>
    <w:rsid w:val="00A445E3"/>
    <w:rsid w:val="00A44CC6"/>
    <w:rsid w:val="00A45851"/>
    <w:rsid w:val="00A46C6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0972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2D23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41C7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0B8"/>
    <w:rsid w:val="00B8638D"/>
    <w:rsid w:val="00B86722"/>
    <w:rsid w:val="00B86E4C"/>
    <w:rsid w:val="00B872AE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42A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D714F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570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0B3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1D01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29FB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69D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7CA"/>
    <w:rsid w:val="00CE4A12"/>
    <w:rsid w:val="00CE55FA"/>
    <w:rsid w:val="00CE5C48"/>
    <w:rsid w:val="00CE789B"/>
    <w:rsid w:val="00CE7E8D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B61"/>
    <w:rsid w:val="00D15CF2"/>
    <w:rsid w:val="00D16CA8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2FA1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6A44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2A5D"/>
    <w:rsid w:val="00E631DC"/>
    <w:rsid w:val="00E641DF"/>
    <w:rsid w:val="00E64E2F"/>
    <w:rsid w:val="00E66E7B"/>
    <w:rsid w:val="00E73AD9"/>
    <w:rsid w:val="00E74B97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4BE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1AF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44EF"/>
    <w:rsid w:val="00EF5912"/>
    <w:rsid w:val="00EF6026"/>
    <w:rsid w:val="00EF680A"/>
    <w:rsid w:val="00EF6AF1"/>
    <w:rsid w:val="00F00EDC"/>
    <w:rsid w:val="00F0190E"/>
    <w:rsid w:val="00F01E85"/>
    <w:rsid w:val="00F0359B"/>
    <w:rsid w:val="00F04E80"/>
    <w:rsid w:val="00F05347"/>
    <w:rsid w:val="00F06488"/>
    <w:rsid w:val="00F06A99"/>
    <w:rsid w:val="00F07222"/>
    <w:rsid w:val="00F11DBD"/>
    <w:rsid w:val="00F13248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1A6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D7AD5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7DD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497C43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14</TotalTime>
  <Pages>2</Pages>
  <Words>196</Words>
  <Characters>1125</Characters>
  <Application>Microsoft Office Word</Application>
  <DocSecurity>0</DocSecurity>
  <Lines>48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1279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5</cp:revision>
  <cp:lastPrinted>2013-10-18T08:32:00Z</cp:lastPrinted>
  <dcterms:created xsi:type="dcterms:W3CDTF">2025-02-10T03:18:00Z</dcterms:created>
  <dcterms:modified xsi:type="dcterms:W3CDTF">2025-02-16T22:37:00Z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c408a6cf6dfc998571102fbf0f31835b48f5008fa18054c56b08ebeeece72e09</vt:lpwstr>
  </property>
</Properties>
</file>